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인터넷의이해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김중규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사회봉사(1)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정소희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사회봉사(2)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정소희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기독교사상의이해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박기묵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정보사회와과학기술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류정탁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DU문화지대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w w:val="95"/>
                <w:sz w:val="16"/>
                <w:szCs w:val="16"/>
              </w:rPr>
              <w:t>DU문화원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13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웅지관강당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DU문화지대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w w:val="95"/>
                <w:sz w:val="16"/>
                <w:szCs w:val="16"/>
              </w:rPr>
              <w:t>DU문화원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웅지관강당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비즈니스영어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유사라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문화교류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아트</w:t>
            </w:r>
            <w:r>
              <w:rPr>
                <w:rFonts w:ascii="돋움" w:hAnsi="돋움" w:cs="돋움" w:eastAsia="돋움"/>
                <w:sz w:val="16"/>
                <w:szCs w:val="16"/>
              </w:rPr>
              <w:t> 이코나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활107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1062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한국문화와예절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패트릭트 래블스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한국대중문화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브라인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  <w:r>
              <w:rPr>
                <w:rFonts w:ascii="돋움" w:hAnsi="돋움" w:cs="돋움" w:eastAsia="돋움"/>
                <w:sz w:val="16"/>
                <w:szCs w:val="16"/>
              </w:rPr>
              <w:t> 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프리젠테이션영어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그릴로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마</w:t>
            </w:r>
            <w:r>
              <w:rPr>
                <w:rFonts w:ascii="돋움" w:hAnsi="돋움" w:cs="돋움" w:eastAsia="돋움"/>
                <w:sz w:val="16"/>
                <w:szCs w:val="16"/>
              </w:rPr>
              <w:t> 이클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크리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*한국의역사와전통 문화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미국수화(2)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허세영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장애센터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비즈니스의이해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노진민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*한국대중문화의이 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*영화로보는한국의 근현대사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*한국어능력시험특 강1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1071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*한국어능력시험특 강2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1072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DU영화지대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w w:val="95"/>
                <w:sz w:val="16"/>
                <w:szCs w:val="16"/>
              </w:rPr>
              <w:t>DU문화원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평교소극장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1073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DU영화지대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w w:val="95"/>
                <w:sz w:val="16"/>
                <w:szCs w:val="16"/>
              </w:rPr>
              <w:t>DU문화원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평교소극장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DU영화지대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w w:val="95"/>
                <w:sz w:val="16"/>
                <w:szCs w:val="16"/>
              </w:rPr>
              <w:t>DU문화원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3"/>
              <w:ind w:left="2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웅지관강당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DU영화지대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w w:val="95"/>
                <w:sz w:val="16"/>
                <w:szCs w:val="16"/>
              </w:rPr>
              <w:t>DU문화원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26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웅지관강당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북한학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행복한삶과가족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김미령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외부가상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외부가상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외부가상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안종호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1079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1080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서태호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5"/>
          <w:type w:val="continuous"/>
          <w:pgSz w:w="11900" w:h="16840"/>
          <w:pgMar w:header="128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문홍수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문홍수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창업마케팅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안종호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1084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창업마케팅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창업마케팅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문홍수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1086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창업마케팅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서태호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1087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창업마케팅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서태호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1088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모바일앱개발실무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김바름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교1107A호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기업가정신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안종호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1090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기업가정신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1091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기업가정신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채종규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기업가정신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김세룡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기업가정신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김세룡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1094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기업가정신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문병구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경1406B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1095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관광벤처창업론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박은경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1096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글로벌마켓창업과경 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권정일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교1107A호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글로벌마켓창업과경 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권정일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교1107A호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1098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헌혈봉사(1)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1099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헌혈봉사(2)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창의설계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휠체어테니스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한건수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장애센터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수중재활스포츠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강영구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평교수영장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창업과기업가정신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외부가상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외부가상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외부가상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미래직업모델링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문병구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미래직업모델링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문병구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미래직업모델링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박동환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미래직업모델링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한용권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경1406B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미래직업모델링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한용권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여대생진로선택과커 리어개발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박동환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여대생진로선택과커 리어개발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박동환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경산의역사와문화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윤재운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가상창업비즈니스모 델론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창업시뮬레이션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윤상희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교1112호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기술창업벤처탐방론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기술사업화상품개발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나상민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조형5강당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기술사업화상품개발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한용권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기술사업화상품개발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일상으로보는북한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DU취업플랫폼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진로취업 본부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4"/>
              <w:ind w:left="2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웅지관강당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DU취업플랫폼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진로취업 본부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평교소극장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DU취업플랫폼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진로취업 본부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평교소극장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진로취업SPACE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진로취업 본부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4"/>
              <w:ind w:left="4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웅지관강당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진로취업SPACE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진로취업 본부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진로취업SPACE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진로취업 본부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평교소극장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수어의이해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권순우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K-MOOC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*한국어번역이론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*번역을위한쓰기클 리닉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장애학생맞춤진로지 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장애센터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소매틱재활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권욱동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1130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상품개발및사업화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경상강당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창업을부르는발명과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나상민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인1-1101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특허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콘텐츠산업과창업사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채종규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례연구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사업성분석과사업계 획서작성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융합적진로탐색과역 량개발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서일수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자본1404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융합적진로탐색과역 량개발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김도균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융합적진로탐색과역 량개발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김도균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취업성공을위한직무 역량관리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김도균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취업성공을위한직무 역량관리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서일수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취업성공을위한직무 역량관리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서일수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실전창업의기초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김세룡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취업성공을위한스마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트품질관리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취업성공을위한스마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자본1404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트품질관리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취업성공을위한스마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트품질관리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취업성공을위한스마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전덕수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트품질관리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나의목표설계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남상구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나의목표설계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남상구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나의목표설계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남상구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인문대학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독도영토학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최장근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배드민턴기초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체육실습실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1179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공연예술의초대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서요성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인1-1429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1180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스키스노우보드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권욱동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계절스포츠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최종필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팀스포츠와팀빌딩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조민행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장애인체육의이해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남인수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1184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디지털사진의이해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대구경북의이해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권응상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1186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언어와영화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최재훈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인1-1429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1187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생존수영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고의석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평교수영장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1188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함께읽는동서양고전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엄기영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6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행정대학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생활과부동산이야기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정성용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7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경상대학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1379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현대사회와회계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정준희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1380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현대사회와금융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고강석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여가와녹색관광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이응진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인간심리와경제적의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홍인기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사결정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교양으로읽는구약성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심종석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경1406B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1384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지역체험관광의이해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이응진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글로벌시대의리더십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1386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스포츠마케팅과스포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최진명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츠브랜딩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1387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디지털소비트랜드의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이해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8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사회과학대학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일본문화의산책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하영수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9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과학생명융합대학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생명과유전자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최장원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화학의세계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위경량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화2113A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숲과건강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교양생물학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홍창수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정보통계학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교1107A호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기후변화와생태계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목재,나무와인간생활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오세창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0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공과대학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1723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생활속교통의이해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인터넷방송으로배우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이준호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는생활영어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1725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자동차의과학과문화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기계기초수학(2)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김세호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1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정보통신대학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기술창업의이해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2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조형예술대학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세계명화의비밀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현대사회와패션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3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사범대학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2088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한국의역사와문화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장희흥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문화와의사소통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2091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한국식영어의허점과 오류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과학교육수어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권순우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점자의이해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이해균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범1436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4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재활과학대학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인간관계론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기독교와재활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이근민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인체기행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고성경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기초운동의학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김완수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장애와차별탐구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이달엽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인간발달과건강증진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건강다이어트와자세 관리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의사소통장애개론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김화수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운동계손상증후군의 진단과치료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5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DU인재법학부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2299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법과시민생활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강태원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일상생활과법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고상현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6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단대없음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스마트시스 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대학외국어(2)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이수현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스마트시스 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공학적사고와표현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없음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7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간호보건학부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간호보건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보건과복지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최찬호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수(18:00-19:35)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금(21:10-21:55)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sectPr>
      <w:headerReference w:type="default" r:id="rId18"/>
      <w:pgSz w:w="11900" w:h="16840"/>
      <w:pgMar w:header="1080" w:footer="0" w:top="1260" w:bottom="280" w:left="78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돋움">
    <w:altName w:val="돋움"/>
    <w:charset w:val="81"/>
    <w:family w:val="moder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1.669998pt;margin-top:62.982422pt;width:132.7pt;height:16pt;mso-position-horizontal-relative:page;mso-position-vertical-relative:page;z-index:-150208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34pt;height:10pt;mso-position-horizontal-relative:page;mso-position-vertical-relative:page;z-index:-150184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대학전체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49968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49944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49920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49896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49872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50160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50136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50112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50088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50064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50040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50016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1.669998pt;margin-top:62.982422pt;width:132.7pt;height:16pt;mso-position-horizontal-relative:page;mso-position-vertical-relative:page;z-index:-149992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자유선택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0"/>
    </w:pPr>
    <w:rPr>
      <w:rFonts w:ascii="돋움" w:hAnsi="돋움" w:eastAsia="돋움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2020-08-07T15:28:08Z</dcterms:created>
  <dcterms:modified xsi:type="dcterms:W3CDTF">2020-08-07T15:28:08Z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LastSaved">
    <vt:filetime>2020-08-07T00:00:00Z</vt:filetime>
  </property>
</Properties>
</file>